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2DB1C" w14:textId="77777777" w:rsidR="007251C6" w:rsidRDefault="007251C6" w:rsidP="007251C6">
      <w:pPr>
        <w:spacing w:line="276" w:lineRule="auto"/>
      </w:pPr>
      <w:bookmarkStart w:id="0" w:name="_GoBack"/>
      <w:bookmarkEnd w:id="0"/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45BC95C4" w14:textId="77777777" w:rsidR="007251C6" w:rsidRDefault="007251C6" w:rsidP="007251C6">
      <w:pPr>
        <w:spacing w:line="276" w:lineRule="auto"/>
      </w:pPr>
    </w:p>
    <w:p w14:paraId="6ECA5CD0" w14:textId="77777777" w:rsidR="007251C6" w:rsidRPr="007251C6" w:rsidRDefault="007251C6" w:rsidP="007251C6">
      <w:pPr>
        <w:spacing w:line="276" w:lineRule="auto"/>
        <w:jc w:val="center"/>
        <w:rPr>
          <w:sz w:val="44"/>
        </w:rPr>
      </w:pPr>
      <w:r>
        <w:rPr>
          <w:sz w:val="44"/>
        </w:rPr>
        <w:t>Properties of Ionic, Covalent, and Metallic Bonds</w:t>
      </w:r>
    </w:p>
    <w:p w14:paraId="0C91AC8B" w14:textId="77777777" w:rsidR="007251C6" w:rsidRDefault="007251C6" w:rsidP="007251C6">
      <w:pPr>
        <w:spacing w:line="276" w:lineRule="auto"/>
        <w:rPr>
          <w:i/>
          <w:sz w:val="36"/>
          <w:szCs w:val="44"/>
        </w:rPr>
      </w:pPr>
    </w:p>
    <w:p w14:paraId="0E259241" w14:textId="77777777" w:rsidR="009E7EAD" w:rsidRDefault="009E7EAD" w:rsidP="007251C6">
      <w:pPr>
        <w:spacing w:line="276" w:lineRule="auto"/>
      </w:pPr>
    </w:p>
    <w:p w14:paraId="4B950D30" w14:textId="77777777" w:rsidR="00D36CC0" w:rsidRPr="00BD0FFD" w:rsidRDefault="00D36CC0" w:rsidP="00BD0FFD">
      <w:p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>Characterize each property as ionic (I) or covalent (C).</w:t>
      </w:r>
    </w:p>
    <w:p w14:paraId="38C5E246" w14:textId="77777777" w:rsidR="00BD0FFD" w:rsidRDefault="00BD0FFD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  <w:sectPr w:rsidR="00BD0FFD" w:rsidSect="00411592"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3027C939" w14:textId="2A1312D3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_______ 2 nonmetals</w:t>
      </w:r>
    </w:p>
    <w:p w14:paraId="015F60EF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>_______ Conducts electricity</w:t>
      </w:r>
    </w:p>
    <w:p w14:paraId="43166067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>_______ Crystalline solids</w:t>
      </w:r>
    </w:p>
    <w:p w14:paraId="4C7D365F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>_______ Electrons are shared</w:t>
      </w:r>
    </w:p>
    <w:p w14:paraId="7A9BAF7A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>_______ Electrons are transferred from cation (metal) to anion (metal)</w:t>
      </w:r>
    </w:p>
    <w:p w14:paraId="41A7DAC6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>_______ Hard</w:t>
      </w:r>
    </w:p>
    <w:p w14:paraId="5F80B6B8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_______ High melting point</w:t>
      </w:r>
    </w:p>
    <w:p w14:paraId="67EE940C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>_______ Low boiling point</w:t>
      </w:r>
    </w:p>
    <w:p w14:paraId="46B27D15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>_______ Made of cations and anions</w:t>
      </w:r>
    </w:p>
    <w:p w14:paraId="4875579C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 xml:space="preserve">_______ Metal + nonmetal </w:t>
      </w:r>
    </w:p>
    <w:p w14:paraId="58AED25D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>_______ More soluble in water</w:t>
      </w:r>
    </w:p>
    <w:p w14:paraId="45C919B1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>_______ Poor conductors of electricity</w:t>
      </w:r>
    </w:p>
    <w:p w14:paraId="4EEB8852" w14:textId="77777777" w:rsidR="00D36CC0" w:rsidRPr="00BD0FFD" w:rsidRDefault="00D36CC0" w:rsidP="00BD0FFD">
      <w:pPr>
        <w:pStyle w:val="ListParagraph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BD0FFD">
        <w:rPr>
          <w:sz w:val="22"/>
          <w:szCs w:val="22"/>
        </w:rPr>
        <w:t>_______ Soft</w:t>
      </w:r>
    </w:p>
    <w:p w14:paraId="30DFAAD2" w14:textId="77777777" w:rsidR="00BD0FFD" w:rsidRDefault="00BD0FFD" w:rsidP="00D36CC0">
      <w:pPr>
        <w:spacing w:line="276" w:lineRule="auto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3CD996A5" w14:textId="1A86650F" w:rsidR="00D36CC0" w:rsidRDefault="00D36CC0" w:rsidP="00D36CC0">
      <w:pPr>
        <w:pBdr>
          <w:bottom w:val="single" w:sz="6" w:space="1" w:color="auto"/>
        </w:pBdr>
        <w:spacing w:line="276" w:lineRule="auto"/>
        <w:rPr>
          <w:sz w:val="22"/>
          <w:szCs w:val="22"/>
        </w:rPr>
      </w:pPr>
    </w:p>
    <w:p w14:paraId="7DC45C29" w14:textId="77777777" w:rsidR="00BD0FFD" w:rsidRPr="00BD0FFD" w:rsidRDefault="00BD0FFD" w:rsidP="00D36CC0">
      <w:pPr>
        <w:spacing w:line="276" w:lineRule="auto"/>
        <w:rPr>
          <w:sz w:val="22"/>
          <w:szCs w:val="22"/>
        </w:rPr>
      </w:pPr>
    </w:p>
    <w:p w14:paraId="0274FE27" w14:textId="77777777" w:rsidR="00D36CC0" w:rsidRPr="00BD0FFD" w:rsidRDefault="00D36CC0" w:rsidP="00D36CC0">
      <w:pPr>
        <w:pStyle w:val="ListParagraph"/>
        <w:numPr>
          <w:ilvl w:val="0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Magnesium bromide is a(n) _____ compound</w:t>
      </w:r>
    </w:p>
    <w:p w14:paraId="5AF9BA45" w14:textId="77777777" w:rsidR="00BD0FFD" w:rsidRDefault="00BD0FFD" w:rsidP="00D36CC0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5D46D936" w14:textId="20F7BC26" w:rsidR="00D36CC0" w:rsidRPr="00BD0FFD" w:rsidRDefault="00D36CC0" w:rsidP="00D36CC0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Metallic</w:t>
      </w:r>
    </w:p>
    <w:p w14:paraId="0207CB8F" w14:textId="77777777" w:rsidR="00D36CC0" w:rsidRPr="00BD0FFD" w:rsidRDefault="00D36CC0" w:rsidP="00D36CC0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Covalent</w:t>
      </w:r>
    </w:p>
    <w:p w14:paraId="0018D664" w14:textId="77777777" w:rsidR="00D36CC0" w:rsidRPr="00BD0FFD" w:rsidRDefault="00D36CC0" w:rsidP="00D36CC0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Ionic</w:t>
      </w:r>
    </w:p>
    <w:p w14:paraId="53E5589A" w14:textId="77777777" w:rsidR="00D36CC0" w:rsidRPr="00BD0FFD" w:rsidRDefault="00D36CC0" w:rsidP="00D36CC0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None of the above</w:t>
      </w:r>
    </w:p>
    <w:p w14:paraId="797C8948" w14:textId="77777777" w:rsidR="00BD0FFD" w:rsidRDefault="00BD0FFD" w:rsidP="00BD0FFD">
      <w:pPr>
        <w:pStyle w:val="ListParagraph"/>
        <w:spacing w:line="276" w:lineRule="auto"/>
        <w:ind w:left="1440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4607B5E6" w14:textId="396BD94F" w:rsidR="00BD0FFD" w:rsidRPr="00BD0FFD" w:rsidRDefault="00BD0FFD" w:rsidP="00BD0FFD">
      <w:pPr>
        <w:pStyle w:val="ListParagraph"/>
        <w:spacing w:line="276" w:lineRule="auto"/>
        <w:ind w:left="1440"/>
        <w:rPr>
          <w:sz w:val="22"/>
          <w:szCs w:val="22"/>
        </w:rPr>
      </w:pPr>
    </w:p>
    <w:p w14:paraId="2084E51B" w14:textId="77777777" w:rsidR="00D36CC0" w:rsidRPr="00BD0FFD" w:rsidRDefault="00D36CC0" w:rsidP="00D36CC0">
      <w:pPr>
        <w:pStyle w:val="ListParagraph"/>
        <w:numPr>
          <w:ilvl w:val="0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How is the bond in F</w:t>
      </w:r>
      <w:r w:rsidRPr="00BD0FFD">
        <w:rPr>
          <w:sz w:val="22"/>
          <w:szCs w:val="22"/>
          <w:vertAlign w:val="subscript"/>
        </w:rPr>
        <w:t>2</w:t>
      </w:r>
      <w:r w:rsidRPr="00BD0FFD">
        <w:rPr>
          <w:sz w:val="22"/>
          <w:szCs w:val="22"/>
        </w:rPr>
        <w:t xml:space="preserve"> different from the bond in </w:t>
      </w:r>
      <w:proofErr w:type="spellStart"/>
      <w:r w:rsidRPr="00BD0FFD">
        <w:rPr>
          <w:sz w:val="22"/>
          <w:szCs w:val="22"/>
        </w:rPr>
        <w:t>KCl</w:t>
      </w:r>
      <w:proofErr w:type="spellEnd"/>
      <w:r w:rsidRPr="00BD0FFD">
        <w:rPr>
          <w:sz w:val="22"/>
          <w:szCs w:val="22"/>
        </w:rPr>
        <w:t>?</w:t>
      </w:r>
    </w:p>
    <w:p w14:paraId="04E6F6C3" w14:textId="77777777" w:rsidR="00BD0FFD" w:rsidRDefault="00BD0FFD" w:rsidP="00D36CC0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25560B8F" w14:textId="39AB8A57" w:rsidR="00D36CC0" w:rsidRPr="00BD0FFD" w:rsidRDefault="00D36CC0" w:rsidP="00D36CC0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F</w:t>
      </w:r>
      <w:r w:rsidRPr="00BD0FFD">
        <w:rPr>
          <w:sz w:val="22"/>
          <w:szCs w:val="22"/>
          <w:vertAlign w:val="subscript"/>
        </w:rPr>
        <w:t>2</w:t>
      </w:r>
      <w:r w:rsidRPr="00BD0FFD">
        <w:rPr>
          <w:sz w:val="22"/>
          <w:szCs w:val="22"/>
        </w:rPr>
        <w:t xml:space="preserve"> is covalent and </w:t>
      </w:r>
      <w:proofErr w:type="spellStart"/>
      <w:r w:rsidRPr="00BD0FFD">
        <w:rPr>
          <w:sz w:val="22"/>
          <w:szCs w:val="22"/>
        </w:rPr>
        <w:t>KCl</w:t>
      </w:r>
      <w:proofErr w:type="spellEnd"/>
      <w:r w:rsidRPr="00BD0FFD">
        <w:rPr>
          <w:sz w:val="22"/>
          <w:szCs w:val="22"/>
        </w:rPr>
        <w:t xml:space="preserve"> is ionic</w:t>
      </w:r>
    </w:p>
    <w:p w14:paraId="7106431D" w14:textId="77777777" w:rsidR="00D36CC0" w:rsidRPr="00BD0FFD" w:rsidRDefault="00D36CC0" w:rsidP="00D36CC0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F</w:t>
      </w:r>
      <w:r w:rsidRPr="00BD0FFD">
        <w:rPr>
          <w:sz w:val="22"/>
          <w:szCs w:val="22"/>
          <w:vertAlign w:val="subscript"/>
        </w:rPr>
        <w:t>2</w:t>
      </w:r>
      <w:r w:rsidRPr="00BD0FFD">
        <w:rPr>
          <w:sz w:val="22"/>
          <w:szCs w:val="22"/>
        </w:rPr>
        <w:t xml:space="preserve"> is ionic and </w:t>
      </w:r>
      <w:proofErr w:type="spellStart"/>
      <w:r w:rsidRPr="00BD0FFD">
        <w:rPr>
          <w:sz w:val="22"/>
          <w:szCs w:val="22"/>
        </w:rPr>
        <w:t>KCl</w:t>
      </w:r>
      <w:proofErr w:type="spellEnd"/>
      <w:r w:rsidRPr="00BD0FFD">
        <w:rPr>
          <w:sz w:val="22"/>
          <w:szCs w:val="22"/>
        </w:rPr>
        <w:t xml:space="preserve"> is ionic</w:t>
      </w:r>
    </w:p>
    <w:p w14:paraId="1849AB65" w14:textId="77777777" w:rsidR="00D36CC0" w:rsidRPr="00BD0FFD" w:rsidRDefault="00D36CC0" w:rsidP="00D36CC0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F</w:t>
      </w:r>
      <w:r w:rsidRPr="00BD0FFD">
        <w:rPr>
          <w:sz w:val="22"/>
          <w:szCs w:val="22"/>
          <w:vertAlign w:val="subscript"/>
        </w:rPr>
        <w:t>2</w:t>
      </w:r>
      <w:r w:rsidRPr="00BD0FFD">
        <w:rPr>
          <w:sz w:val="22"/>
          <w:szCs w:val="22"/>
        </w:rPr>
        <w:t xml:space="preserve"> is ionic and </w:t>
      </w:r>
      <w:proofErr w:type="spellStart"/>
      <w:r w:rsidRPr="00BD0FFD">
        <w:rPr>
          <w:sz w:val="22"/>
          <w:szCs w:val="22"/>
        </w:rPr>
        <w:t>KCl</w:t>
      </w:r>
      <w:proofErr w:type="spellEnd"/>
      <w:r w:rsidRPr="00BD0FFD">
        <w:rPr>
          <w:sz w:val="22"/>
          <w:szCs w:val="22"/>
        </w:rPr>
        <w:t xml:space="preserve"> is covalent</w:t>
      </w:r>
    </w:p>
    <w:p w14:paraId="1A61EAD0" w14:textId="77777777" w:rsidR="00BD0FFD" w:rsidRDefault="00BD0FFD" w:rsidP="00BD0FFD">
      <w:pPr>
        <w:pStyle w:val="ListParagraph"/>
        <w:spacing w:line="276" w:lineRule="auto"/>
        <w:ind w:left="1440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30DA1697" w14:textId="2B95516F" w:rsidR="00BD0FFD" w:rsidRPr="00BD0FFD" w:rsidRDefault="00BD0FFD" w:rsidP="00BD0FFD">
      <w:pPr>
        <w:pStyle w:val="ListParagraph"/>
        <w:spacing w:line="276" w:lineRule="auto"/>
        <w:ind w:left="1440"/>
        <w:rPr>
          <w:sz w:val="22"/>
          <w:szCs w:val="22"/>
        </w:rPr>
      </w:pPr>
    </w:p>
    <w:p w14:paraId="5D40FEE8" w14:textId="4FC2BC2D" w:rsidR="00D36CC0" w:rsidRPr="00BD0FFD" w:rsidRDefault="00BE2D3A" w:rsidP="00D36CC0">
      <w:pPr>
        <w:pStyle w:val="ListParagraph"/>
        <w:numPr>
          <w:ilvl w:val="0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An atom that has gained or lost electrons becomes a(n)</w:t>
      </w:r>
    </w:p>
    <w:p w14:paraId="183BBA73" w14:textId="77777777" w:rsidR="00BD0FFD" w:rsidRDefault="00BD0FFD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3650AB27" w14:textId="3979FF16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Electron</w:t>
      </w:r>
    </w:p>
    <w:p w14:paraId="7CB9EF59" w14:textId="33209DCB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Proton</w:t>
      </w:r>
    </w:p>
    <w:p w14:paraId="26CAADC2" w14:textId="2E36BF0A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Isotope</w:t>
      </w:r>
    </w:p>
    <w:p w14:paraId="055246A6" w14:textId="6C734FDC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Ion</w:t>
      </w:r>
    </w:p>
    <w:p w14:paraId="4B26121B" w14:textId="77777777" w:rsidR="00BD0FFD" w:rsidRDefault="00BD0FFD" w:rsidP="00BD0FFD">
      <w:pPr>
        <w:pStyle w:val="ListParagraph"/>
        <w:spacing w:line="276" w:lineRule="auto"/>
        <w:ind w:left="1440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39A1771F" w14:textId="466C7DE2" w:rsidR="00BD0FFD" w:rsidRPr="00BD0FFD" w:rsidRDefault="00BD0FFD" w:rsidP="00BD0FFD">
      <w:pPr>
        <w:pStyle w:val="ListParagraph"/>
        <w:spacing w:line="276" w:lineRule="auto"/>
        <w:ind w:left="1440"/>
        <w:rPr>
          <w:sz w:val="22"/>
          <w:szCs w:val="22"/>
        </w:rPr>
      </w:pPr>
    </w:p>
    <w:p w14:paraId="054BA40D" w14:textId="7C6AFDC1" w:rsidR="00BE2D3A" w:rsidRPr="00BD0FFD" w:rsidRDefault="00BE2D3A" w:rsidP="00BE2D3A">
      <w:pPr>
        <w:pStyle w:val="ListParagraph"/>
        <w:numPr>
          <w:ilvl w:val="0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Nonmetals tend to _____ electrons to become _____.</w:t>
      </w:r>
    </w:p>
    <w:p w14:paraId="7B6F70BE" w14:textId="77777777" w:rsidR="00BD0FFD" w:rsidRDefault="00BD0FFD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37D18869" w14:textId="0E9168D5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Lose, positive</w:t>
      </w:r>
    </w:p>
    <w:p w14:paraId="77C1F136" w14:textId="5705A040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Gain, negative</w:t>
      </w:r>
    </w:p>
    <w:p w14:paraId="616767CA" w14:textId="102D9E45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Lose, neutral</w:t>
      </w:r>
    </w:p>
    <w:p w14:paraId="3ECE6CB8" w14:textId="25ED4F06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Gain, positive</w:t>
      </w:r>
    </w:p>
    <w:p w14:paraId="5FEF978A" w14:textId="77777777" w:rsidR="00BD0FFD" w:rsidRDefault="00BD0FFD" w:rsidP="00BD0FFD">
      <w:pPr>
        <w:pStyle w:val="ListParagraph"/>
        <w:spacing w:line="276" w:lineRule="auto"/>
        <w:ind w:left="1440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0263B90E" w14:textId="7D452028" w:rsidR="00BD0FFD" w:rsidRPr="00BD0FFD" w:rsidRDefault="00BD0FFD" w:rsidP="00BD0FFD">
      <w:pPr>
        <w:pStyle w:val="ListParagraph"/>
        <w:spacing w:line="276" w:lineRule="auto"/>
        <w:ind w:left="1440"/>
        <w:rPr>
          <w:sz w:val="22"/>
          <w:szCs w:val="22"/>
        </w:rPr>
      </w:pPr>
    </w:p>
    <w:p w14:paraId="70847E47" w14:textId="61BD0052" w:rsidR="00BE2D3A" w:rsidRPr="00BD0FFD" w:rsidRDefault="00BE2D3A" w:rsidP="00BE2D3A">
      <w:pPr>
        <w:pStyle w:val="ListParagraph"/>
        <w:numPr>
          <w:ilvl w:val="0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When a sodium atom loses one electron, it gets a charge of ______</w:t>
      </w:r>
    </w:p>
    <w:p w14:paraId="510824D9" w14:textId="77777777" w:rsidR="00BD0FFD" w:rsidRDefault="00BD0FFD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1BFD5BF1" w14:textId="05957076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+1</w:t>
      </w:r>
    </w:p>
    <w:p w14:paraId="2AC2267A" w14:textId="3ED49D86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-1</w:t>
      </w:r>
    </w:p>
    <w:p w14:paraId="55231B21" w14:textId="4B238564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0</w:t>
      </w:r>
    </w:p>
    <w:p w14:paraId="7DAC0407" w14:textId="2CC1291E" w:rsidR="00BE2D3A" w:rsidRPr="00BD0FFD" w:rsidRDefault="00BE2D3A" w:rsidP="00BE2D3A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+2</w:t>
      </w:r>
    </w:p>
    <w:p w14:paraId="384E16F6" w14:textId="77777777" w:rsidR="00BD0FFD" w:rsidRDefault="00BD0FFD" w:rsidP="00BD0FFD">
      <w:pPr>
        <w:pStyle w:val="ListParagraph"/>
        <w:spacing w:line="276" w:lineRule="auto"/>
        <w:ind w:left="1440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46BF0AED" w14:textId="407A8BB3" w:rsidR="00BD0FFD" w:rsidRPr="00BD0FFD" w:rsidRDefault="00BD0FFD" w:rsidP="00BD0FFD">
      <w:pPr>
        <w:pStyle w:val="ListParagraph"/>
        <w:spacing w:line="276" w:lineRule="auto"/>
        <w:ind w:left="1440"/>
        <w:rPr>
          <w:sz w:val="22"/>
          <w:szCs w:val="22"/>
        </w:rPr>
      </w:pPr>
    </w:p>
    <w:p w14:paraId="098D9762" w14:textId="00913549" w:rsidR="00BD0FFD" w:rsidRPr="00BD0FFD" w:rsidRDefault="00BD0FFD" w:rsidP="00BD0FFD">
      <w:pPr>
        <w:pStyle w:val="ListParagraph"/>
        <w:numPr>
          <w:ilvl w:val="0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 xml:space="preserve">Hydrogen </w:t>
      </w:r>
      <w:proofErr w:type="spellStart"/>
      <w:r w:rsidRPr="00BD0FFD">
        <w:rPr>
          <w:sz w:val="22"/>
          <w:szCs w:val="22"/>
        </w:rPr>
        <w:t>monofluoride</w:t>
      </w:r>
      <w:proofErr w:type="spellEnd"/>
      <w:r w:rsidRPr="00BD0FFD">
        <w:rPr>
          <w:sz w:val="22"/>
          <w:szCs w:val="22"/>
        </w:rPr>
        <w:t xml:space="preserve"> has a(n) ________ bond and its chemical formula is ________.</w:t>
      </w:r>
    </w:p>
    <w:p w14:paraId="237C7CB0" w14:textId="77777777" w:rsidR="00BD0FFD" w:rsidRDefault="00BD0FFD" w:rsidP="00BD0FFD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72AEE584" w14:textId="26D3B967" w:rsidR="00BD0FFD" w:rsidRPr="00BD0FFD" w:rsidRDefault="00BD0FFD" w:rsidP="00BD0FFD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Covalent, HF</w:t>
      </w:r>
    </w:p>
    <w:p w14:paraId="270640B3" w14:textId="0964F17E" w:rsidR="00BD0FFD" w:rsidRPr="00BD0FFD" w:rsidRDefault="00BD0FFD" w:rsidP="00BD0FFD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t>Ionic, HF</w:t>
      </w:r>
    </w:p>
    <w:p w14:paraId="5DB5E212" w14:textId="3DEB55C3" w:rsidR="00BD0FFD" w:rsidRPr="00BD0FFD" w:rsidRDefault="00BD0FFD" w:rsidP="00BD0FFD">
      <w:pPr>
        <w:pStyle w:val="ListParagraph"/>
        <w:numPr>
          <w:ilvl w:val="1"/>
          <w:numId w:val="23"/>
        </w:numPr>
        <w:spacing w:line="276" w:lineRule="auto"/>
        <w:rPr>
          <w:sz w:val="22"/>
          <w:szCs w:val="22"/>
        </w:rPr>
      </w:pPr>
      <w:r w:rsidRPr="00BD0FFD">
        <w:rPr>
          <w:sz w:val="22"/>
          <w:szCs w:val="22"/>
        </w:rPr>
        <w:lastRenderedPageBreak/>
        <w:t>Covalent, H</w:t>
      </w:r>
      <w:r w:rsidRPr="00BD0FFD">
        <w:rPr>
          <w:sz w:val="22"/>
          <w:szCs w:val="22"/>
          <w:vertAlign w:val="subscript"/>
        </w:rPr>
        <w:t>2</w:t>
      </w:r>
      <w:r w:rsidRPr="00BD0FFD">
        <w:rPr>
          <w:sz w:val="22"/>
          <w:szCs w:val="22"/>
        </w:rPr>
        <w:t>F</w:t>
      </w:r>
    </w:p>
    <w:p w14:paraId="0D41B8FE" w14:textId="77777777" w:rsidR="00BD0FFD" w:rsidRDefault="00BD0FFD" w:rsidP="00411592">
      <w:pPr>
        <w:spacing w:line="276" w:lineRule="auto"/>
        <w:sectPr w:rsidR="00BD0FFD" w:rsidSect="00BD0FFD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6548C068" w14:textId="79C81E5C" w:rsidR="007251C6" w:rsidRDefault="007251C6" w:rsidP="00411592">
      <w:pPr>
        <w:spacing w:line="276" w:lineRule="auto"/>
      </w:pPr>
    </w:p>
    <w:p w14:paraId="7F1AE673" w14:textId="77777777" w:rsidR="00BD0FFD" w:rsidRDefault="00BD0FFD" w:rsidP="00411592">
      <w:pPr>
        <w:spacing w:line="276" w:lineRule="auto"/>
      </w:pPr>
    </w:p>
    <w:sectPr w:rsidR="00BD0FFD" w:rsidSect="00BD0FFD">
      <w:type w:val="continuous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114B3"/>
    <w:multiLevelType w:val="multilevel"/>
    <w:tmpl w:val="7AD478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730C7"/>
    <w:multiLevelType w:val="multilevel"/>
    <w:tmpl w:val="22EAC18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997ACA"/>
    <w:multiLevelType w:val="multilevel"/>
    <w:tmpl w:val="D39CC3E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3F3FB7"/>
    <w:multiLevelType w:val="multilevel"/>
    <w:tmpl w:val="376A3C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200962"/>
    <w:multiLevelType w:val="multilevel"/>
    <w:tmpl w:val="5E94B2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E43902"/>
    <w:multiLevelType w:val="multilevel"/>
    <w:tmpl w:val="9B4067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C416AE"/>
    <w:multiLevelType w:val="multilevel"/>
    <w:tmpl w:val="75EEA41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5B3E32"/>
    <w:multiLevelType w:val="multilevel"/>
    <w:tmpl w:val="70C007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5F1CCD"/>
    <w:multiLevelType w:val="multilevel"/>
    <w:tmpl w:val="3822D3F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FE6618"/>
    <w:multiLevelType w:val="multilevel"/>
    <w:tmpl w:val="FDD43D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A93D99"/>
    <w:multiLevelType w:val="multilevel"/>
    <w:tmpl w:val="B15CB4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A71A35"/>
    <w:multiLevelType w:val="multilevel"/>
    <w:tmpl w:val="270C5A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313D48"/>
    <w:multiLevelType w:val="multilevel"/>
    <w:tmpl w:val="89169E9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697C8C"/>
    <w:multiLevelType w:val="multilevel"/>
    <w:tmpl w:val="BBB0B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5F066F"/>
    <w:multiLevelType w:val="hybridMultilevel"/>
    <w:tmpl w:val="F990C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CA400E"/>
    <w:multiLevelType w:val="multilevel"/>
    <w:tmpl w:val="4F3C04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04437D"/>
    <w:multiLevelType w:val="multilevel"/>
    <w:tmpl w:val="8D42897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0914D8"/>
    <w:multiLevelType w:val="multilevel"/>
    <w:tmpl w:val="B304251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5969AA"/>
    <w:multiLevelType w:val="hybridMultilevel"/>
    <w:tmpl w:val="DAF21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931A2"/>
    <w:multiLevelType w:val="multilevel"/>
    <w:tmpl w:val="8144895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B259EF"/>
    <w:multiLevelType w:val="multilevel"/>
    <w:tmpl w:val="F496D40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0140A0"/>
    <w:multiLevelType w:val="hybridMultilevel"/>
    <w:tmpl w:val="EF148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53B0C"/>
    <w:multiLevelType w:val="multilevel"/>
    <w:tmpl w:val="E118D0C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065CDD"/>
    <w:multiLevelType w:val="multilevel"/>
    <w:tmpl w:val="C882B3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15"/>
  </w:num>
  <w:num w:numId="5">
    <w:abstractNumId w:val="10"/>
  </w:num>
  <w:num w:numId="6">
    <w:abstractNumId w:val="9"/>
  </w:num>
  <w:num w:numId="7">
    <w:abstractNumId w:val="5"/>
  </w:num>
  <w:num w:numId="8">
    <w:abstractNumId w:val="4"/>
  </w:num>
  <w:num w:numId="9">
    <w:abstractNumId w:val="7"/>
  </w:num>
  <w:num w:numId="10">
    <w:abstractNumId w:val="8"/>
  </w:num>
  <w:num w:numId="11">
    <w:abstractNumId w:val="12"/>
  </w:num>
  <w:num w:numId="12">
    <w:abstractNumId w:val="19"/>
  </w:num>
  <w:num w:numId="13">
    <w:abstractNumId w:val="1"/>
  </w:num>
  <w:num w:numId="14">
    <w:abstractNumId w:val="0"/>
  </w:num>
  <w:num w:numId="15">
    <w:abstractNumId w:val="6"/>
  </w:num>
  <w:num w:numId="16">
    <w:abstractNumId w:val="2"/>
  </w:num>
  <w:num w:numId="17">
    <w:abstractNumId w:val="20"/>
  </w:num>
  <w:num w:numId="18">
    <w:abstractNumId w:val="17"/>
  </w:num>
  <w:num w:numId="19">
    <w:abstractNumId w:val="23"/>
  </w:num>
  <w:num w:numId="20">
    <w:abstractNumId w:val="22"/>
  </w:num>
  <w:num w:numId="21">
    <w:abstractNumId w:val="16"/>
  </w:num>
  <w:num w:numId="22">
    <w:abstractNumId w:val="18"/>
  </w:num>
  <w:num w:numId="23">
    <w:abstractNumId w:val="2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1C6"/>
    <w:rsid w:val="00064E03"/>
    <w:rsid w:val="000F12BF"/>
    <w:rsid w:val="001E7F55"/>
    <w:rsid w:val="00411592"/>
    <w:rsid w:val="005565F1"/>
    <w:rsid w:val="007251C6"/>
    <w:rsid w:val="009E7EAD"/>
    <w:rsid w:val="00AB40F8"/>
    <w:rsid w:val="00BD0FFD"/>
    <w:rsid w:val="00BE2D3A"/>
    <w:rsid w:val="00CD6126"/>
    <w:rsid w:val="00D36CC0"/>
    <w:rsid w:val="00EE594B"/>
    <w:rsid w:val="00EF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5D05A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251C6"/>
  </w:style>
  <w:style w:type="paragraph" w:styleId="ListParagraph">
    <w:name w:val="List Paragraph"/>
    <w:basedOn w:val="Normal"/>
    <w:uiPriority w:val="34"/>
    <w:qFormat/>
    <w:rsid w:val="00D36CC0"/>
    <w:pPr>
      <w:ind w:left="720"/>
      <w:contextualSpacing/>
    </w:pPr>
  </w:style>
  <w:style w:type="table" w:styleId="TableGrid">
    <w:name w:val="Table Grid"/>
    <w:basedOn w:val="TableNormal"/>
    <w:uiPriority w:val="59"/>
    <w:rsid w:val="00CD61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unhideWhenUsed/>
    <w:rsid w:val="00EF5518"/>
    <w:pPr>
      <w:spacing w:after="120" w:line="480" w:lineRule="auto"/>
    </w:pPr>
    <w:rPr>
      <w:rFonts w:eastAsiaTheme="minorEastAsia"/>
    </w:rPr>
  </w:style>
  <w:style w:type="character" w:customStyle="1" w:styleId="BodyText2Char">
    <w:name w:val="Body Text 2 Char"/>
    <w:basedOn w:val="DefaultParagraphFont"/>
    <w:link w:val="BodyText2"/>
    <w:uiPriority w:val="99"/>
    <w:rsid w:val="00EF551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</TotalTime>
  <Pages>1</Pages>
  <Words>181</Words>
  <Characters>1035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2018-01-02T13:30:00Z</cp:lastPrinted>
  <dcterms:created xsi:type="dcterms:W3CDTF">2018-01-02T13:38:00Z</dcterms:created>
  <dcterms:modified xsi:type="dcterms:W3CDTF">2018-01-02T13:38:00Z</dcterms:modified>
</cp:coreProperties>
</file>